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FD0" w:rsidRDefault="00753FD0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753FD0" w:rsidRDefault="00753FD0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53FD0" w:rsidRDefault="00753FD0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ДОПОЛНИТЕЛЬНОЕ СОГЛАШЕНИЕ</w:t>
      </w:r>
    </w:p>
    <w:p w:rsidR="00753FD0" w:rsidRDefault="00753FD0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соглашению от 20 января 2014 года</w:t>
      </w:r>
    </w:p>
    <w:p w:rsidR="00753FD0" w:rsidRDefault="00753FD0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753FD0" w:rsidRPr="00603A7A" w:rsidRDefault="00753FD0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753FD0" w:rsidRDefault="00753FD0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</w:t>
      </w:r>
    </w:p>
    <w:p w:rsidR="00753FD0" w:rsidRPr="00603A7A" w:rsidRDefault="00753FD0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 муниципальных услуг (выполнение работ)</w:t>
      </w:r>
    </w:p>
    <w:p w:rsidR="00753FD0" w:rsidRDefault="00753FD0">
      <w:pPr>
        <w:jc w:val="center"/>
        <w:rPr>
          <w:rFonts w:ascii="Times New Roman" w:hAnsi="Times New Roman" w:cs="Times New Roman"/>
        </w:rPr>
      </w:pPr>
    </w:p>
    <w:p w:rsidR="00753FD0" w:rsidRPr="00DD2534" w:rsidRDefault="00753FD0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F54DDB">
        <w:rPr>
          <w:rStyle w:val="145pt"/>
          <w:i w:val="0"/>
          <w:sz w:val="24"/>
          <w:szCs w:val="24"/>
          <w:lang w:val="ru-RU" w:eastAsia="ru-RU"/>
        </w:rPr>
        <w:t>«</w:t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  <w:t xml:space="preserve"> 29 </w:t>
      </w:r>
      <w:r w:rsidRPr="00F54DDB">
        <w:rPr>
          <w:rStyle w:val="145pt"/>
          <w:i w:val="0"/>
          <w:sz w:val="24"/>
          <w:szCs w:val="24"/>
          <w:lang w:val="ru-RU" w:eastAsia="ru-RU"/>
        </w:rPr>
        <w:t xml:space="preserve">» </w:t>
      </w:r>
      <w:r>
        <w:rPr>
          <w:rStyle w:val="145pt"/>
          <w:i w:val="0"/>
          <w:sz w:val="24"/>
          <w:szCs w:val="24"/>
          <w:lang w:val="ru-RU" w:eastAsia="ru-RU"/>
        </w:rPr>
        <w:t xml:space="preserve"> декабря </w:t>
      </w:r>
      <w:r w:rsidRPr="00F54DDB">
        <w:rPr>
          <w:rFonts w:ascii="Times New Roman" w:hAnsi="Times New Roman" w:cs="Times New Roman"/>
        </w:rPr>
        <w:t xml:space="preserve"> 2014г</w:t>
      </w:r>
      <w:r w:rsidRPr="00DD2534">
        <w:rPr>
          <w:rFonts w:ascii="Times New Roman" w:hAnsi="Times New Roman" w:cs="Times New Roman"/>
        </w:rPr>
        <w:t>.</w:t>
      </w:r>
    </w:p>
    <w:p w:rsidR="00753FD0" w:rsidRDefault="00753FD0">
      <w:pPr>
        <w:jc w:val="center"/>
        <w:rPr>
          <w:rFonts w:ascii="Times New Roman" w:hAnsi="Times New Roman" w:cs="Times New Roman"/>
        </w:rPr>
      </w:pPr>
    </w:p>
    <w:p w:rsidR="00753FD0" w:rsidRDefault="00753FD0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- </w:t>
      </w:r>
      <w:r>
        <w:rPr>
          <w:rFonts w:ascii="Times New Roman" w:hAnsi="Times New Roman" w:cs="Times New Roman"/>
        </w:rPr>
        <w:t xml:space="preserve">Ширко Александра </w:t>
      </w:r>
      <w:r w:rsidRPr="00603A7A">
        <w:rPr>
          <w:rFonts w:ascii="Times New Roman" w:hAnsi="Times New Roman" w:cs="Times New Roman"/>
        </w:rPr>
        <w:t xml:space="preserve"> Николаев</w:t>
      </w:r>
      <w:r>
        <w:rPr>
          <w:rFonts w:ascii="Times New Roman" w:hAnsi="Times New Roman" w:cs="Times New Roman"/>
        </w:rPr>
        <w:t>ича</w:t>
      </w:r>
      <w:r w:rsidRPr="00603A7A">
        <w:rPr>
          <w:rFonts w:ascii="Times New Roman" w:hAnsi="Times New Roman" w:cs="Times New Roman"/>
        </w:rPr>
        <w:t>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 xml:space="preserve">, с одной стороны, и муниципальное бюджетное учреждение «Мглинский районный краеведческий музей» (далее - Учреждение), в лице директора </w:t>
      </w:r>
      <w:r>
        <w:rPr>
          <w:rFonts w:ascii="Times New Roman" w:hAnsi="Times New Roman" w:cs="Times New Roman"/>
        </w:rPr>
        <w:t>Монченко Елены Васильевны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№1117</w:t>
      </w:r>
      <w:r w:rsidRPr="00603A7A">
        <w:rPr>
          <w:rFonts w:ascii="Times New Roman" w:hAnsi="Times New Roman" w:cs="Times New Roman"/>
        </w:rPr>
        <w:t>, с другой стороны, вместе именуемые Сторонами, заключили настоящее Соглашение о нижеследующем.</w:t>
      </w:r>
    </w:p>
    <w:p w:rsidR="00753FD0" w:rsidRDefault="00753FD0" w:rsidP="00603A7A">
      <w:pPr>
        <w:ind w:firstLine="851"/>
        <w:jc w:val="both"/>
        <w:rPr>
          <w:rFonts w:ascii="Times New Roman" w:hAnsi="Times New Roman" w:cs="Times New Roman"/>
        </w:rPr>
      </w:pPr>
    </w:p>
    <w:p w:rsidR="00753FD0" w:rsidRDefault="00753FD0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753FD0" w:rsidRDefault="00753FD0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20 января 2014 года остаются неизменными и стороны подтверждают под ним свои обязательства.</w:t>
      </w:r>
    </w:p>
    <w:p w:rsidR="00753FD0" w:rsidRPr="00DD2534" w:rsidRDefault="00753FD0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753FD0" w:rsidRDefault="00753FD0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753FD0" w:rsidRDefault="00753FD0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753FD0" w:rsidRPr="00DD2534" w:rsidRDefault="00753FD0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Буденного д.5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3253501081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р/с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р/с 40701810000011000192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л/с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МРКМ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 _____________Монченко Е.В.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53FD0" w:rsidRPr="004A50F5" w:rsidRDefault="00753FD0" w:rsidP="008C3CFE">
      <w:pPr>
        <w:pStyle w:val="21"/>
        <w:shd w:val="clear" w:color="auto" w:fill="auto"/>
        <w:spacing w:line="100" w:lineRule="exact"/>
        <w:ind w:left="7680"/>
        <w:rPr>
          <w:lang w:val="ru-RU"/>
        </w:rPr>
      </w:pPr>
    </w:p>
    <w:p w:rsidR="00753FD0" w:rsidRDefault="00753FD0" w:rsidP="008C3CFE">
      <w:pPr>
        <w:pStyle w:val="2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753FD0" w:rsidRDefault="00753FD0" w:rsidP="008C3CFE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753FD0" w:rsidTr="00B316EE">
        <w:tc>
          <w:tcPr>
            <w:tcW w:w="7419" w:type="dxa"/>
          </w:tcPr>
          <w:p w:rsidR="00753FD0" w:rsidRPr="008D4752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D4752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D4752">
              <w:rPr>
                <w:b/>
              </w:rPr>
              <w:t>Сумма, рублей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15000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38500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38500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38500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34500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39100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39100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39100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36600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39100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 w:rsidRPr="008D4752">
              <w:rPr>
                <w:rFonts w:ascii="Times New Roman" w:hAnsi="Times New Roman" w:cs="Times New Roman"/>
              </w:rPr>
              <w:t>56100</w:t>
            </w:r>
          </w:p>
        </w:tc>
      </w:tr>
      <w:tr w:rsidR="00753FD0" w:rsidTr="00B316EE">
        <w:tc>
          <w:tcPr>
            <w:tcW w:w="7419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753FD0" w:rsidRPr="008D4752" w:rsidRDefault="00753FD0" w:rsidP="00B31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51435,07</w:t>
            </w:r>
          </w:p>
        </w:tc>
      </w:tr>
      <w:tr w:rsidR="00753FD0" w:rsidTr="00B316EE">
        <w:tc>
          <w:tcPr>
            <w:tcW w:w="7419" w:type="dxa"/>
          </w:tcPr>
          <w:p w:rsidR="00753FD0" w:rsidRPr="008D4752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D4752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753FD0" w:rsidRDefault="00753FD0" w:rsidP="00B316EE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465 535,07</w:t>
            </w:r>
          </w:p>
        </w:tc>
      </w:tr>
    </w:tbl>
    <w:p w:rsidR="00753FD0" w:rsidRDefault="00753FD0" w:rsidP="008C3CFE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753FD0" w:rsidRDefault="00753FD0" w:rsidP="008C3CFE">
      <w:pPr>
        <w:rPr>
          <w:sz w:val="2"/>
          <w:szCs w:val="2"/>
        </w:rPr>
      </w:pPr>
    </w:p>
    <w:p w:rsidR="00753FD0" w:rsidRDefault="00753FD0" w:rsidP="008C3CFE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753FD0" w:rsidRDefault="00753FD0" w:rsidP="008C3CFE">
      <w:pPr>
        <w:pStyle w:val="2"/>
        <w:shd w:val="clear" w:color="auto" w:fill="auto"/>
        <w:tabs>
          <w:tab w:val="left" w:pos="284"/>
          <w:tab w:val="left" w:pos="1418"/>
        </w:tabs>
        <w:spacing w:before="253"/>
        <w:ind w:left="280" w:right="220" w:firstLine="500"/>
      </w:pP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b/>
          <w:u w:val="none"/>
        </w:rPr>
        <w:t xml:space="preserve">Учредитель 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b/>
          <w:u w:val="none"/>
        </w:rPr>
        <w:t>Учреждение</w:t>
      </w: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8C3CFE">
          <w:rPr>
            <w:rStyle w:val="Exact1"/>
            <w:u w:val="none"/>
          </w:rPr>
          <w:t>243220, г</w:t>
        </w:r>
      </w:smartTag>
      <w:r w:rsidRPr="008C3CFE">
        <w:rPr>
          <w:rStyle w:val="Exact1"/>
          <w:u w:val="none"/>
        </w:rPr>
        <w:t>. Мглин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8C3CFE">
          <w:rPr>
            <w:rStyle w:val="Exact1"/>
            <w:u w:val="none"/>
          </w:rPr>
          <w:t>243220, г</w:t>
        </w:r>
      </w:smartTag>
      <w:r w:rsidRPr="008C3CFE">
        <w:rPr>
          <w:rStyle w:val="Exact1"/>
          <w:u w:val="none"/>
        </w:rPr>
        <w:t>. Мглин</w:t>
      </w: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ул. Буденного д.7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ул. Буденного д.5</w:t>
      </w: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Банковские реквизиты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Банковские реквизиты</w:t>
      </w: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ИНН 3220000474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ИНН 3253501081</w:t>
      </w: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БИК 041501001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БИК 041501001</w:t>
      </w: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р/с 40204810400000100126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р/с 40701810000011000192</w:t>
      </w: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  <w:r w:rsidRPr="008C3CFE">
        <w:rPr>
          <w:rStyle w:val="Exact1"/>
          <w:u w:val="none"/>
        </w:rPr>
        <w:t>л/с 03273012380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>л/с 20276Ч54370</w:t>
      </w:r>
    </w:p>
    <w:p w:rsidR="00753FD0" w:rsidRPr="008C3CFE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  <w:u w:val="none"/>
        </w:rPr>
      </w:pPr>
    </w:p>
    <w:p w:rsidR="00753FD0" w:rsidRPr="00796E93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rStyle w:val="Exact1"/>
        </w:rPr>
      </w:pPr>
      <w:r w:rsidRPr="008C3CFE">
        <w:rPr>
          <w:rStyle w:val="Exact1"/>
          <w:u w:val="none"/>
        </w:rPr>
        <w:t>Начальник Мглинского районного</w:t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</w:r>
      <w:r w:rsidRPr="008C3CFE">
        <w:rPr>
          <w:rStyle w:val="Exact1"/>
          <w:u w:val="none"/>
        </w:rPr>
        <w:tab/>
        <w:t xml:space="preserve">Директор </w:t>
      </w:r>
      <w:r w:rsidRPr="00796E93">
        <w:rPr>
          <w:rStyle w:val="Exact1"/>
          <w:u w:val="none"/>
        </w:rPr>
        <w:t>МБУ МРКМ</w:t>
      </w:r>
    </w:p>
    <w:p w:rsidR="00753FD0" w:rsidRPr="002472DF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sz w:val="20"/>
          <w:szCs w:val="20"/>
        </w:rPr>
      </w:pPr>
      <w:r w:rsidRPr="002472DF">
        <w:rPr>
          <w:sz w:val="20"/>
          <w:szCs w:val="20"/>
        </w:rPr>
        <w:t>отдела культуры</w:t>
      </w:r>
    </w:p>
    <w:p w:rsidR="00753FD0" w:rsidRPr="002472DF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sz w:val="20"/>
          <w:szCs w:val="20"/>
        </w:rPr>
      </w:pPr>
      <w:r w:rsidRPr="002472DF">
        <w:rPr>
          <w:sz w:val="20"/>
          <w:szCs w:val="20"/>
        </w:rPr>
        <w:t xml:space="preserve">______________ </w:t>
      </w:r>
      <w:r>
        <w:rPr>
          <w:sz w:val="20"/>
          <w:szCs w:val="20"/>
        </w:rPr>
        <w:t>Ширко А</w:t>
      </w:r>
      <w:r w:rsidRPr="002472DF">
        <w:rPr>
          <w:sz w:val="20"/>
          <w:szCs w:val="20"/>
        </w:rPr>
        <w:t xml:space="preserve">.Н. </w:t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472DF">
        <w:rPr>
          <w:sz w:val="20"/>
          <w:szCs w:val="20"/>
        </w:rPr>
        <w:tab/>
        <w:t xml:space="preserve">_____________ </w:t>
      </w:r>
      <w:r>
        <w:rPr>
          <w:sz w:val="20"/>
          <w:szCs w:val="20"/>
        </w:rPr>
        <w:t>Монченко Е.В.</w:t>
      </w:r>
    </w:p>
    <w:p w:rsidR="00753FD0" w:rsidRPr="002472DF" w:rsidRDefault="00753FD0" w:rsidP="008C3CFE">
      <w:pPr>
        <w:pStyle w:val="2"/>
        <w:shd w:val="clear" w:color="auto" w:fill="auto"/>
        <w:tabs>
          <w:tab w:val="left" w:pos="0"/>
        </w:tabs>
        <w:spacing w:line="240" w:lineRule="auto"/>
        <w:ind w:firstLine="567"/>
        <w:rPr>
          <w:sz w:val="20"/>
          <w:szCs w:val="20"/>
        </w:rPr>
      </w:pPr>
      <w:r w:rsidRPr="002472DF">
        <w:rPr>
          <w:sz w:val="20"/>
          <w:szCs w:val="20"/>
        </w:rPr>
        <w:t>М.П.</w:t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  <w:t>М.П.</w:t>
      </w:r>
    </w:p>
    <w:p w:rsidR="00753FD0" w:rsidRPr="002472DF" w:rsidRDefault="00753FD0" w:rsidP="008C3CFE">
      <w:pPr>
        <w:pStyle w:val="2"/>
        <w:shd w:val="clear" w:color="auto" w:fill="auto"/>
        <w:tabs>
          <w:tab w:val="left" w:pos="284"/>
          <w:tab w:val="left" w:pos="1418"/>
        </w:tabs>
        <w:spacing w:line="240" w:lineRule="auto"/>
        <w:ind w:firstLine="500"/>
        <w:rPr>
          <w:sz w:val="20"/>
          <w:szCs w:val="20"/>
        </w:rPr>
      </w:pPr>
    </w:p>
    <w:p w:rsidR="00753FD0" w:rsidRPr="00082060" w:rsidRDefault="00753FD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sectPr w:rsidR="00753FD0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0F54F8"/>
    <w:rsid w:val="001E61DD"/>
    <w:rsid w:val="002472DF"/>
    <w:rsid w:val="00291507"/>
    <w:rsid w:val="003A24A2"/>
    <w:rsid w:val="003A6EE4"/>
    <w:rsid w:val="003D05C5"/>
    <w:rsid w:val="004A50F5"/>
    <w:rsid w:val="005D2DDA"/>
    <w:rsid w:val="00603A7A"/>
    <w:rsid w:val="006243F9"/>
    <w:rsid w:val="006B295D"/>
    <w:rsid w:val="006F7F7A"/>
    <w:rsid w:val="00753FD0"/>
    <w:rsid w:val="00796E93"/>
    <w:rsid w:val="007F756D"/>
    <w:rsid w:val="00834314"/>
    <w:rsid w:val="00861EA3"/>
    <w:rsid w:val="008C3CFE"/>
    <w:rsid w:val="008D4752"/>
    <w:rsid w:val="009635C0"/>
    <w:rsid w:val="00963649"/>
    <w:rsid w:val="009D5ED6"/>
    <w:rsid w:val="00A11091"/>
    <w:rsid w:val="00AC708C"/>
    <w:rsid w:val="00AD7E61"/>
    <w:rsid w:val="00AE6E7E"/>
    <w:rsid w:val="00B12E1A"/>
    <w:rsid w:val="00B316EE"/>
    <w:rsid w:val="00BB2557"/>
    <w:rsid w:val="00C80D94"/>
    <w:rsid w:val="00CD7204"/>
    <w:rsid w:val="00DC6538"/>
    <w:rsid w:val="00DC77D2"/>
    <w:rsid w:val="00DD2534"/>
    <w:rsid w:val="00DE28CD"/>
    <w:rsid w:val="00E17640"/>
    <w:rsid w:val="00E712C2"/>
    <w:rsid w:val="00EF4B5B"/>
    <w:rsid w:val="00F54DDB"/>
    <w:rsid w:val="00F61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8C3CFE"/>
    <w:rPr>
      <w:spacing w:val="1"/>
      <w:sz w:val="20"/>
      <w:szCs w:val="20"/>
      <w:u w:val="single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8C3CFE"/>
    <w:rPr>
      <w:rFonts w:ascii="Calibri" w:hAnsi="Calibri" w:cs="Times New Roman"/>
      <w:sz w:val="10"/>
      <w:szCs w:val="10"/>
      <w:lang w:val="en-US" w:bidi="ar-SA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C3CFE"/>
    <w:rPr>
      <w:rFonts w:cs="Times New Roman"/>
      <w:lang w:bidi="ar-SA"/>
    </w:rPr>
  </w:style>
  <w:style w:type="paragraph" w:customStyle="1" w:styleId="21">
    <w:name w:val="Основной текст (2)"/>
    <w:basedOn w:val="Normal"/>
    <w:link w:val="20"/>
    <w:uiPriority w:val="99"/>
    <w:rsid w:val="008C3CFE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C3CFE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</TotalTime>
  <Pages>2</Pages>
  <Words>446</Words>
  <Characters>2545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14</cp:revision>
  <cp:lastPrinted>2014-12-02T10:45:00Z</cp:lastPrinted>
  <dcterms:created xsi:type="dcterms:W3CDTF">2014-08-19T14:12:00Z</dcterms:created>
  <dcterms:modified xsi:type="dcterms:W3CDTF">2015-01-21T07:13:00Z</dcterms:modified>
</cp:coreProperties>
</file>